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703A9" w14:textId="7EEB554D" w:rsidR="00F73B72" w:rsidRDefault="00504034" w:rsidP="008621BD">
      <w:pPr>
        <w:keepNext/>
        <w:spacing w:line="360" w:lineRule="auto"/>
        <w:ind w:left="6231" w:firstLine="141"/>
        <w:jc w:val="center"/>
        <w:outlineLvl w:val="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4E0BC1">
        <w:rPr>
          <w:rFonts w:ascii="Arial" w:hAnsi="Arial" w:cs="Arial"/>
          <w:b/>
          <w:sz w:val="24"/>
          <w:szCs w:val="24"/>
        </w:rPr>
        <w:t>Załącznik N</w:t>
      </w:r>
      <w:r w:rsidR="00C84D38" w:rsidRPr="00F73B72">
        <w:rPr>
          <w:rFonts w:ascii="Arial" w:hAnsi="Arial" w:cs="Arial"/>
          <w:b/>
          <w:sz w:val="24"/>
          <w:szCs w:val="24"/>
        </w:rPr>
        <w:t xml:space="preserve">r </w:t>
      </w:r>
      <w:r w:rsidR="009F4A30">
        <w:rPr>
          <w:rFonts w:ascii="Arial" w:hAnsi="Arial" w:cs="Arial"/>
          <w:b/>
          <w:sz w:val="24"/>
          <w:szCs w:val="24"/>
        </w:rPr>
        <w:t>2</w:t>
      </w:r>
    </w:p>
    <w:p w14:paraId="54154A82" w14:textId="77777777" w:rsidR="00033340" w:rsidRPr="008621BD" w:rsidRDefault="00033340" w:rsidP="008621BD">
      <w:pPr>
        <w:keepNext/>
        <w:spacing w:line="360" w:lineRule="auto"/>
        <w:ind w:left="6231" w:firstLine="141"/>
        <w:jc w:val="center"/>
        <w:outlineLvl w:val="3"/>
        <w:rPr>
          <w:rFonts w:ascii="Arial" w:hAnsi="Arial" w:cs="Arial"/>
          <w:b/>
          <w:sz w:val="24"/>
          <w:szCs w:val="24"/>
        </w:rPr>
      </w:pPr>
    </w:p>
    <w:p w14:paraId="4FD840E1" w14:textId="77777777" w:rsidR="00F73B72" w:rsidRPr="00A22DCF" w:rsidRDefault="00F73B72" w:rsidP="00F73B72">
      <w:pPr>
        <w:spacing w:line="480" w:lineRule="auto"/>
        <w:ind w:right="578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63DE7E8" w14:textId="77777777" w:rsidR="00504034" w:rsidRDefault="00F73B72" w:rsidP="00504034">
      <w:pPr>
        <w:tabs>
          <w:tab w:val="left" w:pos="4678"/>
          <w:tab w:val="left" w:pos="5103"/>
        </w:tabs>
        <w:ind w:right="3119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</w:t>
      </w:r>
    </w:p>
    <w:p w14:paraId="7FF685E5" w14:textId="77777777" w:rsidR="00504034" w:rsidRDefault="00504034" w:rsidP="00504034">
      <w:pPr>
        <w:tabs>
          <w:tab w:val="left" w:pos="4678"/>
          <w:tab w:val="left" w:pos="5103"/>
        </w:tabs>
        <w:ind w:right="3119"/>
        <w:rPr>
          <w:rFonts w:ascii="Arial" w:hAnsi="Arial" w:cs="Arial"/>
          <w:sz w:val="21"/>
          <w:szCs w:val="21"/>
        </w:rPr>
      </w:pPr>
    </w:p>
    <w:p w14:paraId="2F7BA17F" w14:textId="77777777" w:rsidR="00F73B72" w:rsidRPr="00A22DCF" w:rsidRDefault="00F73B72" w:rsidP="00504034">
      <w:pPr>
        <w:tabs>
          <w:tab w:val="left" w:pos="4678"/>
          <w:tab w:val="left" w:pos="5103"/>
        </w:tabs>
        <w:ind w:right="311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34EF4FFE" w14:textId="77777777" w:rsidR="00F73B72" w:rsidRDefault="00F73B72" w:rsidP="00F73B72">
      <w:pPr>
        <w:ind w:right="2404"/>
        <w:rPr>
          <w:b/>
          <w:bCs/>
          <w:sz w:val="34"/>
          <w:szCs w:val="34"/>
        </w:rPr>
      </w:pPr>
      <w:r>
        <w:rPr>
          <w:rFonts w:ascii="Arial" w:hAnsi="Arial" w:cs="Arial"/>
          <w:i/>
          <w:sz w:val="16"/>
          <w:szCs w:val="16"/>
        </w:rPr>
        <w:t xml:space="preserve">       </w:t>
      </w: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  <w:t xml:space="preserve">                       </w:t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  <w:r w:rsidRPr="001D0A96">
        <w:rPr>
          <w:b/>
          <w:bCs/>
          <w:sz w:val="34"/>
          <w:szCs w:val="34"/>
        </w:rPr>
        <w:t xml:space="preserve">       </w:t>
      </w:r>
    </w:p>
    <w:p w14:paraId="5BDC885B" w14:textId="77777777" w:rsidR="00C84D38" w:rsidRPr="00C84D38" w:rsidRDefault="00C84D38" w:rsidP="00B22693">
      <w:pPr>
        <w:keepNext/>
        <w:spacing w:line="360" w:lineRule="auto"/>
        <w:outlineLvl w:val="2"/>
        <w:rPr>
          <w:rFonts w:ascii="Calibri" w:hAnsi="Calibri" w:cs="Calibri"/>
          <w:b/>
        </w:rPr>
      </w:pPr>
    </w:p>
    <w:p w14:paraId="3667F708" w14:textId="77777777" w:rsidR="00C84D38" w:rsidRPr="00C84D38" w:rsidRDefault="00C84D38" w:rsidP="00C84D38">
      <w:pPr>
        <w:keepNext/>
        <w:spacing w:line="360" w:lineRule="auto"/>
        <w:ind w:left="567"/>
        <w:jc w:val="center"/>
        <w:outlineLvl w:val="2"/>
        <w:rPr>
          <w:rFonts w:ascii="Calibri" w:hAnsi="Calibri" w:cs="Calibri"/>
          <w:b/>
          <w:sz w:val="28"/>
          <w:szCs w:val="28"/>
        </w:rPr>
      </w:pPr>
      <w:r w:rsidRPr="00C84D38">
        <w:rPr>
          <w:rFonts w:ascii="Calibri" w:hAnsi="Calibri" w:cs="Calibri"/>
          <w:b/>
          <w:sz w:val="28"/>
          <w:szCs w:val="28"/>
        </w:rPr>
        <w:t>W Y K A Z   R O B Ó T</w:t>
      </w:r>
      <w:r w:rsidR="00B70F29">
        <w:rPr>
          <w:rFonts w:ascii="Calibri" w:hAnsi="Calibri" w:cs="Calibri"/>
          <w:b/>
          <w:sz w:val="28"/>
          <w:szCs w:val="28"/>
        </w:rPr>
        <w:t xml:space="preserve"> </w:t>
      </w:r>
      <w:r w:rsidR="00F73B72">
        <w:rPr>
          <w:rFonts w:ascii="Calibri" w:hAnsi="Calibri" w:cs="Calibri"/>
          <w:b/>
          <w:sz w:val="28"/>
          <w:szCs w:val="28"/>
        </w:rPr>
        <w:t xml:space="preserve">  </w:t>
      </w:r>
      <w:r w:rsidR="00B70F29">
        <w:rPr>
          <w:rFonts w:ascii="Calibri" w:hAnsi="Calibri" w:cs="Calibri"/>
          <w:b/>
          <w:sz w:val="28"/>
          <w:szCs w:val="28"/>
        </w:rPr>
        <w:t>B U D O W L A N Y CH</w:t>
      </w:r>
    </w:p>
    <w:p w14:paraId="4D7CBDEE" w14:textId="77777777" w:rsidR="00C84D38" w:rsidRPr="00C84D38" w:rsidRDefault="00C84D38" w:rsidP="00C84D38">
      <w:pPr>
        <w:ind w:left="210"/>
        <w:jc w:val="both"/>
        <w:rPr>
          <w:rFonts w:ascii="Calibri" w:hAnsi="Calibri" w:cs="Calibri"/>
        </w:rPr>
      </w:pPr>
    </w:p>
    <w:p w14:paraId="458F2D00" w14:textId="088ACFCD" w:rsidR="00326B35" w:rsidRDefault="00C84D38" w:rsidP="00B2269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5628">
        <w:rPr>
          <w:rFonts w:ascii="Arial" w:hAnsi="Arial" w:cs="Arial"/>
          <w:sz w:val="24"/>
          <w:szCs w:val="24"/>
        </w:rPr>
        <w:t xml:space="preserve">Składając ofertę w postępowaniu o zamówienie publiczne prowadzonym w trybie </w:t>
      </w:r>
      <w:r w:rsidR="009F4A30">
        <w:rPr>
          <w:rFonts w:ascii="Arial" w:hAnsi="Arial" w:cs="Arial"/>
          <w:b/>
          <w:sz w:val="24"/>
          <w:szCs w:val="24"/>
        </w:rPr>
        <w:t>zapytania ofertowego</w:t>
      </w:r>
      <w:r w:rsidR="00504034" w:rsidRPr="00005628">
        <w:rPr>
          <w:rFonts w:ascii="Arial" w:hAnsi="Arial" w:cs="Arial"/>
          <w:b/>
          <w:sz w:val="24"/>
          <w:szCs w:val="24"/>
        </w:rPr>
        <w:t xml:space="preserve"> </w:t>
      </w:r>
      <w:r w:rsidR="00CF6D3D" w:rsidRPr="00CF6D3D">
        <w:rPr>
          <w:rFonts w:ascii="Arial" w:hAnsi="Arial" w:cs="Arial"/>
          <w:bCs/>
          <w:sz w:val="24"/>
          <w:szCs w:val="24"/>
        </w:rPr>
        <w:t>dla zadania</w:t>
      </w:r>
      <w:r w:rsidR="00CF6D3D">
        <w:rPr>
          <w:rFonts w:ascii="Arial" w:hAnsi="Arial" w:cs="Arial"/>
          <w:b/>
          <w:sz w:val="24"/>
          <w:szCs w:val="24"/>
        </w:rPr>
        <w:t xml:space="preserve"> </w:t>
      </w:r>
      <w:r w:rsidR="00005628" w:rsidRPr="00005628">
        <w:rPr>
          <w:rFonts w:ascii="Arial" w:hAnsi="Arial" w:cs="Arial"/>
          <w:sz w:val="24"/>
          <w:szCs w:val="24"/>
        </w:rPr>
        <w:t>pn.:</w:t>
      </w:r>
      <w:r w:rsidR="00AC275E" w:rsidRPr="00005628">
        <w:rPr>
          <w:rFonts w:ascii="Arial" w:hAnsi="Arial" w:cs="Arial"/>
          <w:sz w:val="24"/>
          <w:szCs w:val="24"/>
        </w:rPr>
        <w:t xml:space="preserve"> </w:t>
      </w:r>
      <w:r w:rsidR="002354AD" w:rsidRPr="00A07BDF">
        <w:rPr>
          <w:rStyle w:val="Domylnaczcionkaakapitu1"/>
          <w:rFonts w:ascii="Arial" w:hAnsi="Arial" w:cs="Arial"/>
          <w:b/>
          <w:sz w:val="24"/>
          <w:szCs w:val="24"/>
        </w:rPr>
        <w:t>„</w:t>
      </w:r>
      <w:r w:rsidR="002354AD">
        <w:rPr>
          <w:rFonts w:ascii="Arial" w:eastAsia="Calibri" w:hAnsi="Arial" w:cs="Arial"/>
          <w:b/>
          <w:sz w:val="24"/>
          <w:szCs w:val="24"/>
        </w:rPr>
        <w:t>Modernizacja stacji uzdatniania wody dz. nr 57/7 w Jakuszowej”</w:t>
      </w:r>
      <w:r w:rsidR="003B7BA3" w:rsidRPr="00005628">
        <w:rPr>
          <w:rFonts w:ascii="Arial" w:hAnsi="Arial" w:cs="Arial"/>
          <w:sz w:val="24"/>
          <w:szCs w:val="24"/>
        </w:rPr>
        <w:t xml:space="preserve">, </w:t>
      </w:r>
      <w:r w:rsidR="0071325F" w:rsidRPr="00005628">
        <w:rPr>
          <w:rFonts w:ascii="Arial" w:hAnsi="Arial" w:cs="Arial"/>
          <w:sz w:val="24"/>
          <w:szCs w:val="24"/>
        </w:rPr>
        <w:t xml:space="preserve">w celu potwierdzenia spełniania warunków udziału w postępowaniu </w:t>
      </w:r>
      <w:r w:rsidR="00326B35" w:rsidRPr="00005628">
        <w:rPr>
          <w:rFonts w:ascii="Arial" w:hAnsi="Arial" w:cs="Arial"/>
          <w:sz w:val="24"/>
          <w:szCs w:val="24"/>
        </w:rPr>
        <w:t>oświadczamy</w:t>
      </w:r>
      <w:r w:rsidR="00326B35" w:rsidRPr="002E63F2">
        <w:rPr>
          <w:rFonts w:ascii="Arial" w:hAnsi="Arial" w:cs="Arial"/>
          <w:sz w:val="24"/>
          <w:szCs w:val="24"/>
        </w:rPr>
        <w:t>, że wykonaliśmy w ciągu ostatnich pięciu lat przed upływem terminu składania ofert, a jeżeli</w:t>
      </w:r>
      <w:r w:rsidR="00326B35" w:rsidRPr="0071325F">
        <w:rPr>
          <w:rFonts w:ascii="Arial" w:hAnsi="Arial" w:cs="Arial"/>
          <w:sz w:val="24"/>
          <w:szCs w:val="24"/>
        </w:rPr>
        <w:t xml:space="preserve"> okres prowadzenia działalności jest krótszy – w tym okresie, następujące roboty budowlane:</w:t>
      </w:r>
    </w:p>
    <w:p w14:paraId="20BE352A" w14:textId="77777777" w:rsidR="0071325F" w:rsidRPr="00F16F07" w:rsidRDefault="0071325F" w:rsidP="0071325F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199"/>
        <w:gridCol w:w="3402"/>
        <w:gridCol w:w="1843"/>
        <w:gridCol w:w="2409"/>
      </w:tblGrid>
      <w:tr w:rsidR="00837F18" w14:paraId="5C3B5C96" w14:textId="77777777" w:rsidTr="00837F18">
        <w:trPr>
          <w:trHeight w:val="622"/>
        </w:trPr>
        <w:tc>
          <w:tcPr>
            <w:tcW w:w="494" w:type="dxa"/>
          </w:tcPr>
          <w:p w14:paraId="3C0A4FC5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14:paraId="72A3054A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2384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00" w:type="dxa"/>
          </w:tcPr>
          <w:p w14:paraId="730EE815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14:paraId="1DEA65BE" w14:textId="77777777" w:rsidR="00837F18" w:rsidRPr="00B23FA9" w:rsidRDefault="00B23FA9" w:rsidP="00FB5A52">
            <w:pP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       </w:t>
            </w:r>
            <w:r w:rsidRPr="00B23FA9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Zamawiający</w:t>
            </w:r>
          </w:p>
          <w:p w14:paraId="444DE418" w14:textId="77777777" w:rsidR="00837F18" w:rsidRPr="002E63F2" w:rsidRDefault="00B23FA9" w:rsidP="00FB5A5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(n</w:t>
            </w:r>
            <w:r w:rsidR="00837F18" w:rsidRPr="002E63F2">
              <w:rPr>
                <w:rFonts w:ascii="Arial" w:eastAsia="Calibri" w:hAnsi="Arial" w:cs="Arial"/>
                <w:color w:val="000000"/>
                <w:sz w:val="18"/>
                <w:szCs w:val="18"/>
              </w:rPr>
              <w:t>azwa i adres podmiotu</w:t>
            </w:r>
          </w:p>
          <w:p w14:paraId="7B343DCA" w14:textId="77777777" w:rsidR="00837F18" w:rsidRPr="00023840" w:rsidRDefault="00837F18" w:rsidP="00FB5A5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E63F2">
              <w:rPr>
                <w:rFonts w:ascii="Arial" w:hAnsi="Arial" w:cs="Arial"/>
                <w:sz w:val="18"/>
                <w:szCs w:val="18"/>
              </w:rPr>
              <w:t xml:space="preserve">na rzecz których </w:t>
            </w:r>
            <w:r>
              <w:rPr>
                <w:rFonts w:ascii="Arial" w:hAnsi="Arial" w:cs="Arial"/>
                <w:sz w:val="18"/>
                <w:szCs w:val="18"/>
              </w:rPr>
              <w:t xml:space="preserve">wskazane </w:t>
            </w:r>
            <w:r w:rsidRPr="002E63F2">
              <w:rPr>
                <w:rFonts w:ascii="Arial" w:hAnsi="Arial" w:cs="Arial"/>
                <w:sz w:val="18"/>
                <w:szCs w:val="18"/>
              </w:rPr>
              <w:t>roboty zostały wykonane</w:t>
            </w:r>
            <w:r w:rsidR="00B23FA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14:paraId="1E335CC1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14:paraId="337A2105" w14:textId="77777777" w:rsidR="00837F18" w:rsidRPr="00B23FA9" w:rsidRDefault="00837F18" w:rsidP="00FB5A5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B23FA9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Rodzaj zrealizowanych robót</w:t>
            </w:r>
          </w:p>
          <w:p w14:paraId="6F518C8A" w14:textId="77777777" w:rsidR="00837F18" w:rsidRPr="008C3321" w:rsidRDefault="00837F18" w:rsidP="00FB5A5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23FA9">
              <w:rPr>
                <w:rFonts w:ascii="Arial" w:hAnsi="Arial" w:cs="Arial"/>
                <w:sz w:val="18"/>
                <w:szCs w:val="18"/>
              </w:rPr>
              <w:t>(</w:t>
            </w:r>
            <w:r w:rsidR="00B23FA9" w:rsidRPr="00B23FA9">
              <w:rPr>
                <w:rFonts w:ascii="Arial" w:hAnsi="Arial" w:cs="Arial"/>
                <w:sz w:val="18"/>
                <w:szCs w:val="18"/>
              </w:rPr>
              <w:t>podanie nazwy inwestycji i miejsca jej realizacji z opisem pozwalającym na ocenę spełniania warunku udziału w postępowaniu)</w:t>
            </w:r>
            <w:r w:rsidRPr="00B23FA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26896E2A" w14:textId="77777777" w:rsidR="00837F18" w:rsidRPr="00023840" w:rsidRDefault="00837F18" w:rsidP="00FB5A52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0154079F" w14:textId="77777777" w:rsidR="00837F18" w:rsidRPr="00023840" w:rsidRDefault="00837F18" w:rsidP="00FB5A5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14:paraId="0FB50162" w14:textId="77777777" w:rsidR="00837F18" w:rsidRPr="00023840" w:rsidRDefault="00837F18" w:rsidP="00FB5A5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23840">
              <w:rPr>
                <w:rFonts w:ascii="Arial" w:eastAsia="Calibri" w:hAnsi="Arial" w:cs="Arial"/>
                <w:color w:val="000000"/>
                <w:sz w:val="18"/>
                <w:szCs w:val="18"/>
              </w:rPr>
              <w:t>Wartość wykonanych robót  (brutto)</w:t>
            </w:r>
          </w:p>
        </w:tc>
        <w:tc>
          <w:tcPr>
            <w:tcW w:w="2409" w:type="dxa"/>
          </w:tcPr>
          <w:p w14:paraId="2E02BCEF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14:paraId="3A16E1DF" w14:textId="77777777" w:rsidR="00837F18" w:rsidRPr="00023840" w:rsidRDefault="00837F18" w:rsidP="00FB5A5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AE3FD52" w14:textId="77777777" w:rsidR="00837F18" w:rsidRDefault="00837F18" w:rsidP="00FB5A5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23840">
              <w:rPr>
                <w:rFonts w:ascii="Arial" w:eastAsia="Calibri" w:hAnsi="Arial" w:cs="Arial"/>
                <w:color w:val="000000"/>
                <w:sz w:val="18"/>
                <w:szCs w:val="18"/>
              </w:rPr>
              <w:t>Data wykonania</w:t>
            </w:r>
          </w:p>
          <w:p w14:paraId="3779F1BB" w14:textId="77777777" w:rsidR="00B23FA9" w:rsidRPr="00023840" w:rsidRDefault="00B23FA9" w:rsidP="00FB5A5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(data rozpoczęcia i zakończenia robót)</w:t>
            </w:r>
          </w:p>
        </w:tc>
      </w:tr>
      <w:tr w:rsidR="00837F18" w14:paraId="6AA9B66B" w14:textId="77777777" w:rsidTr="00837F18">
        <w:trPr>
          <w:trHeight w:val="284"/>
        </w:trPr>
        <w:tc>
          <w:tcPr>
            <w:tcW w:w="494" w:type="dxa"/>
          </w:tcPr>
          <w:p w14:paraId="6C5BD589" w14:textId="77777777" w:rsidR="00837F18" w:rsidRPr="00023840" w:rsidRDefault="00837F18" w:rsidP="00FB5A52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1</w:t>
            </w:r>
          </w:p>
        </w:tc>
        <w:tc>
          <w:tcPr>
            <w:tcW w:w="2200" w:type="dxa"/>
          </w:tcPr>
          <w:p w14:paraId="1A1BC9F4" w14:textId="77777777" w:rsidR="00837F18" w:rsidRPr="00023840" w:rsidRDefault="00837F18" w:rsidP="00FB5A52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402" w:type="dxa"/>
          </w:tcPr>
          <w:p w14:paraId="371F5FBF" w14:textId="77777777" w:rsidR="00837F18" w:rsidRPr="00023840" w:rsidRDefault="00837F18" w:rsidP="00FB5A52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843" w:type="dxa"/>
          </w:tcPr>
          <w:p w14:paraId="49A8EE83" w14:textId="77777777" w:rsidR="00837F18" w:rsidRPr="00023840" w:rsidRDefault="00837F18" w:rsidP="00FB5A52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4</w:t>
            </w:r>
          </w:p>
        </w:tc>
        <w:tc>
          <w:tcPr>
            <w:tcW w:w="2409" w:type="dxa"/>
          </w:tcPr>
          <w:p w14:paraId="70D30668" w14:textId="77777777" w:rsidR="00837F18" w:rsidRPr="00023840" w:rsidRDefault="00837F18" w:rsidP="00FB5A52">
            <w:pPr>
              <w:jc w:val="center"/>
              <w:rPr>
                <w:rFonts w:ascii="Arial" w:eastAsia="Calibri" w:hAnsi="Arial" w:cs="Arial"/>
              </w:rPr>
            </w:pPr>
            <w:r w:rsidRPr="00023840">
              <w:rPr>
                <w:rFonts w:ascii="Arial" w:eastAsia="Calibri" w:hAnsi="Arial" w:cs="Arial"/>
              </w:rPr>
              <w:t>5</w:t>
            </w:r>
          </w:p>
        </w:tc>
      </w:tr>
      <w:tr w:rsidR="00837F18" w14:paraId="59F76367" w14:textId="77777777" w:rsidTr="00837F18">
        <w:trPr>
          <w:trHeight w:val="588"/>
        </w:trPr>
        <w:tc>
          <w:tcPr>
            <w:tcW w:w="494" w:type="dxa"/>
          </w:tcPr>
          <w:p w14:paraId="0BC823C8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0" w:type="dxa"/>
          </w:tcPr>
          <w:p w14:paraId="18115B44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CE70E9A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280E0C" w14:textId="77777777" w:rsidR="00837F18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14:paraId="56AFD5F9" w14:textId="77777777" w:rsidR="00837F18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14:paraId="32B095CA" w14:textId="77777777" w:rsidR="00837F18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14:paraId="3B6F222D" w14:textId="77777777" w:rsidR="00837F18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14:paraId="317EF03D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DD33078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7F18" w14:paraId="0AD870B8" w14:textId="77777777" w:rsidTr="00837F18">
        <w:trPr>
          <w:trHeight w:val="710"/>
        </w:trPr>
        <w:tc>
          <w:tcPr>
            <w:tcW w:w="494" w:type="dxa"/>
          </w:tcPr>
          <w:p w14:paraId="02AD5158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0" w:type="dxa"/>
          </w:tcPr>
          <w:p w14:paraId="4E165829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A4109C4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209220" w14:textId="77777777" w:rsidR="00837F18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14:paraId="48929B02" w14:textId="77777777" w:rsidR="00837F18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14:paraId="3B517D35" w14:textId="77777777" w:rsidR="00837F18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14:paraId="403D4028" w14:textId="77777777" w:rsidR="00837F18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14:paraId="08D31993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88C41E" w14:textId="77777777" w:rsidR="00837F18" w:rsidRPr="00023840" w:rsidRDefault="00837F18" w:rsidP="00FB5A52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68F0B4" w14:textId="77777777" w:rsidR="008621BD" w:rsidRDefault="008621BD" w:rsidP="005F193C">
      <w:pPr>
        <w:rPr>
          <w:rFonts w:ascii="Arial" w:hAnsi="Arial" w:cs="Arial"/>
        </w:rPr>
      </w:pPr>
    </w:p>
    <w:p w14:paraId="50E6E329" w14:textId="77777777" w:rsidR="0065021B" w:rsidRPr="008C3321" w:rsidRDefault="0065021B" w:rsidP="0065021B">
      <w:pPr>
        <w:jc w:val="both"/>
        <w:rPr>
          <w:rFonts w:ascii="Arial" w:hAnsi="Arial" w:cs="Arial"/>
        </w:rPr>
      </w:pPr>
      <w:r w:rsidRPr="008621BD">
        <w:rPr>
          <w:rFonts w:ascii="Arial" w:hAnsi="Arial" w:cs="Arial"/>
        </w:rPr>
        <w:t xml:space="preserve">Do niniejszego </w:t>
      </w:r>
      <w:r w:rsidRPr="008C3321">
        <w:rPr>
          <w:rFonts w:ascii="Arial" w:hAnsi="Arial" w:cs="Arial"/>
        </w:rPr>
        <w:t xml:space="preserve">wykazu załączam </w:t>
      </w:r>
      <w:r w:rsidRPr="008C3321">
        <w:rPr>
          <w:rFonts w:ascii="Arial" w:hAnsi="Arial" w:cs="Arial"/>
          <w:b/>
          <w:u w:val="single"/>
        </w:rPr>
        <w:t>dowody określające</w:t>
      </w:r>
      <w:r w:rsidR="00504034">
        <w:rPr>
          <w:rFonts w:ascii="Arial" w:hAnsi="Arial" w:cs="Arial"/>
          <w:b/>
          <w:u w:val="single"/>
        </w:rPr>
        <w:t>,</w:t>
      </w:r>
      <w:r w:rsidRPr="008C3321">
        <w:rPr>
          <w:rFonts w:ascii="Arial" w:hAnsi="Arial" w:cs="Arial"/>
          <w:b/>
          <w:u w:val="single"/>
        </w:rPr>
        <w:t xml:space="preserve"> czy te </w:t>
      </w:r>
      <w:r w:rsidR="00504034" w:rsidRPr="00504034">
        <w:rPr>
          <w:rFonts w:ascii="Arial" w:hAnsi="Arial" w:cs="Arial"/>
          <w:b/>
          <w:u w:val="single"/>
        </w:rPr>
        <w:t xml:space="preserve">roboty </w:t>
      </w:r>
      <w:r w:rsidRPr="00504034">
        <w:rPr>
          <w:rFonts w:ascii="Arial" w:hAnsi="Arial" w:cs="Arial"/>
          <w:b/>
          <w:u w:val="single"/>
        </w:rPr>
        <w:t>zostały wykonane należycie</w:t>
      </w:r>
      <w:r w:rsidR="002F01D2">
        <w:rPr>
          <w:rFonts w:ascii="Arial" w:hAnsi="Arial" w:cs="Arial"/>
          <w:b/>
          <w:u w:val="single"/>
        </w:rPr>
        <w:t xml:space="preserve">. </w:t>
      </w:r>
      <w:r w:rsidRPr="008C3321">
        <w:rPr>
          <w:rFonts w:ascii="Arial" w:hAnsi="Arial" w:cs="Arial"/>
        </w:rPr>
        <w:t xml:space="preserve">Dowodami są </w:t>
      </w:r>
      <w:r w:rsidR="002F01D2" w:rsidRPr="00DE790D">
        <w:rPr>
          <w:rFonts w:ascii="Arial" w:hAnsi="Arial" w:cs="Arial"/>
          <w:shd w:val="clear" w:color="auto" w:fill="FFFFFF"/>
        </w:rPr>
        <w:t>referencje bądź inne dokumenty sporządzone przez podmiot, na rzecz którego roboty budowlane zostały wykonane, a jeżeli wykonawca z przyczyn niezależnych od niego nie jest w stanie uzyskać tych dokumentów - inne odpowiednie dokumenty</w:t>
      </w:r>
      <w:r w:rsidRPr="008621BD">
        <w:rPr>
          <w:rFonts w:ascii="Arial" w:hAnsi="Arial" w:cs="Arial"/>
        </w:rPr>
        <w:t>.</w:t>
      </w:r>
    </w:p>
    <w:p w14:paraId="44A57775" w14:textId="77777777" w:rsidR="00C84D38" w:rsidRDefault="00C84D38" w:rsidP="00F16F07">
      <w:pPr>
        <w:jc w:val="both"/>
        <w:rPr>
          <w:rFonts w:ascii="Arial" w:hAnsi="Arial" w:cs="Arial"/>
        </w:rPr>
      </w:pPr>
    </w:p>
    <w:p w14:paraId="1AE49BFF" w14:textId="77777777" w:rsidR="008621BD" w:rsidRDefault="008621BD" w:rsidP="005F193C">
      <w:pPr>
        <w:rPr>
          <w:rFonts w:ascii="Arial" w:hAnsi="Arial" w:cs="Arial"/>
        </w:rPr>
      </w:pPr>
    </w:p>
    <w:p w14:paraId="4F414CF8" w14:textId="77777777" w:rsidR="00995234" w:rsidRDefault="00995234" w:rsidP="0065021B">
      <w:pPr>
        <w:jc w:val="both"/>
        <w:rPr>
          <w:rFonts w:ascii="Arial" w:hAnsi="Arial" w:cs="Arial"/>
          <w:sz w:val="21"/>
          <w:szCs w:val="21"/>
        </w:rPr>
      </w:pPr>
    </w:p>
    <w:p w14:paraId="17329CF0" w14:textId="77777777" w:rsidR="00837F18" w:rsidRDefault="00837F18" w:rsidP="00837F18">
      <w:pPr>
        <w:ind w:left="4956" w:firstLine="708"/>
        <w:rPr>
          <w:rFonts w:ascii="Arial" w:hAnsi="Arial" w:cs="Arial"/>
          <w:i/>
          <w:iCs/>
        </w:rPr>
      </w:pPr>
    </w:p>
    <w:p w14:paraId="0BBB6AAC" w14:textId="77777777" w:rsidR="00B23FA9" w:rsidRDefault="00B23FA9" w:rsidP="00837F18">
      <w:pPr>
        <w:ind w:left="4956" w:firstLine="708"/>
        <w:rPr>
          <w:rFonts w:ascii="Arial" w:hAnsi="Arial" w:cs="Arial"/>
          <w:i/>
          <w:iCs/>
        </w:rPr>
      </w:pPr>
    </w:p>
    <w:p w14:paraId="2FF806E7" w14:textId="77777777" w:rsidR="00B23FA9" w:rsidRDefault="00B23FA9" w:rsidP="00837F18">
      <w:pPr>
        <w:ind w:left="4956" w:firstLine="708"/>
        <w:rPr>
          <w:rFonts w:ascii="Arial" w:hAnsi="Arial" w:cs="Arial"/>
          <w:i/>
          <w:iCs/>
        </w:rPr>
      </w:pPr>
    </w:p>
    <w:p w14:paraId="592D8B28" w14:textId="77777777" w:rsidR="00B23FA9" w:rsidRDefault="00B23FA9" w:rsidP="00837F18">
      <w:pPr>
        <w:ind w:left="4956" w:firstLine="708"/>
        <w:rPr>
          <w:rFonts w:ascii="Arial" w:hAnsi="Arial" w:cs="Arial"/>
          <w:i/>
          <w:iCs/>
        </w:rPr>
      </w:pPr>
    </w:p>
    <w:p w14:paraId="4340630F" w14:textId="77777777" w:rsidR="00837F18" w:rsidRDefault="00837F18" w:rsidP="00837F18">
      <w:pPr>
        <w:tabs>
          <w:tab w:val="left" w:pos="9180"/>
        </w:tabs>
        <w:ind w:left="495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Podpisano elektronicznie**</w:t>
      </w:r>
    </w:p>
    <w:p w14:paraId="18251503" w14:textId="77777777" w:rsidR="00837F18" w:rsidRDefault="00837F18" w:rsidP="00837F18">
      <w:pPr>
        <w:rPr>
          <w:rFonts w:ascii="Arial" w:hAnsi="Arial" w:cs="Arial"/>
          <w:i/>
          <w:iCs/>
        </w:rPr>
      </w:pPr>
    </w:p>
    <w:p w14:paraId="61A3D068" w14:textId="77777777" w:rsidR="00837F18" w:rsidRDefault="00837F18" w:rsidP="00837F18">
      <w:pPr>
        <w:rPr>
          <w:rFonts w:ascii="Arial" w:hAnsi="Arial" w:cs="Arial"/>
          <w:i/>
          <w:iCs/>
        </w:rPr>
      </w:pPr>
    </w:p>
    <w:p w14:paraId="647F0816" w14:textId="77777777" w:rsidR="00837F18" w:rsidRPr="00837F18" w:rsidRDefault="00837F18" w:rsidP="00837F18">
      <w:pPr>
        <w:jc w:val="both"/>
        <w:rPr>
          <w:rFonts w:ascii="Arial" w:eastAsia="Calibri" w:hAnsi="Arial" w:cs="Arial"/>
          <w:b/>
          <w:bCs/>
          <w:i/>
          <w:iCs/>
          <w:lang w:eastAsia="en-US"/>
        </w:rPr>
      </w:pPr>
    </w:p>
    <w:p w14:paraId="786619D1" w14:textId="77777777" w:rsidR="00837F18" w:rsidRPr="00837F18" w:rsidRDefault="00837F18" w:rsidP="00837F18">
      <w:pPr>
        <w:jc w:val="both"/>
        <w:rPr>
          <w:rFonts w:ascii="Arial" w:eastAsia="Calibri" w:hAnsi="Arial" w:cs="Arial"/>
          <w:b/>
          <w:bCs/>
          <w:i/>
          <w:iCs/>
          <w:lang w:eastAsia="en-US"/>
        </w:rPr>
      </w:pPr>
    </w:p>
    <w:p w14:paraId="7FF9615B" w14:textId="77777777" w:rsidR="00837F18" w:rsidRPr="00837F18" w:rsidRDefault="00837F18" w:rsidP="00837F18">
      <w:pPr>
        <w:jc w:val="both"/>
        <w:rPr>
          <w:rFonts w:ascii="Arial" w:eastAsia="Calibri" w:hAnsi="Arial" w:cs="Arial"/>
          <w:b/>
          <w:bCs/>
          <w:i/>
          <w:iCs/>
          <w:lang w:eastAsia="en-US"/>
        </w:rPr>
      </w:pPr>
    </w:p>
    <w:p w14:paraId="1D18D8C5" w14:textId="77777777" w:rsidR="00BA3F39" w:rsidRDefault="00837F18" w:rsidP="00837F18">
      <w:pPr>
        <w:jc w:val="both"/>
        <w:rPr>
          <w:rFonts w:ascii="Arial" w:hAnsi="Arial" w:cs="Arial"/>
          <w:bCs/>
          <w:iCs/>
        </w:rPr>
      </w:pPr>
      <w:r w:rsidRPr="00837F18">
        <w:rPr>
          <w:rFonts w:ascii="Arial" w:eastAsia="Calibri" w:hAnsi="Arial" w:cs="Arial"/>
          <w:i/>
          <w:iCs/>
          <w:lang w:eastAsia="en-US"/>
        </w:rPr>
        <w:t>**</w:t>
      </w:r>
      <w:r>
        <w:rPr>
          <w:rFonts w:ascii="Arial" w:eastAsia="Calibri" w:hAnsi="Arial" w:cs="Arial"/>
          <w:i/>
          <w:iCs/>
          <w:lang w:eastAsia="en-US"/>
        </w:rPr>
        <w:t>Wykaz robót</w:t>
      </w:r>
      <w:r w:rsidRPr="00837F18">
        <w:rPr>
          <w:rFonts w:ascii="Arial" w:eastAsia="Calibri" w:hAnsi="Arial" w:cs="Arial"/>
          <w:i/>
          <w:iCs/>
          <w:lang w:eastAsia="en-US"/>
        </w:rPr>
        <w:t xml:space="preserve"> musi być opatrzony przez osobę lub osoby uprawnione do reprezentowania Wykonawcy kwalifikowanym podpisem elektronicznym lub podpisem zaufanym lub podpisem osobistym</w:t>
      </w:r>
    </w:p>
    <w:sectPr w:rsidR="00BA3F39" w:rsidSect="00504034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567" w:right="1135" w:bottom="568" w:left="1418" w:header="14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58C95" w14:textId="77777777" w:rsidR="00AD4308" w:rsidRDefault="00AD4308">
      <w:r>
        <w:separator/>
      </w:r>
    </w:p>
  </w:endnote>
  <w:endnote w:type="continuationSeparator" w:id="0">
    <w:p w14:paraId="67BE2A0F" w14:textId="77777777" w:rsidR="00AD4308" w:rsidRDefault="00AD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E72E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FF09B76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40249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4E0BC1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4E0BC1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BB8B7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9CA2150" w14:textId="77777777" w:rsidR="00EF0FC8" w:rsidRDefault="00EF0FC8">
    <w:pPr>
      <w:pStyle w:val="Stopka"/>
      <w:tabs>
        <w:tab w:val="clear" w:pos="4536"/>
      </w:tabs>
      <w:jc w:val="center"/>
    </w:pPr>
  </w:p>
  <w:p w14:paraId="0A6CFC4B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E0BC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D29CA" w14:textId="77777777" w:rsidR="00AD4308" w:rsidRDefault="00AD4308">
      <w:r>
        <w:separator/>
      </w:r>
    </w:p>
  </w:footnote>
  <w:footnote w:type="continuationSeparator" w:id="0">
    <w:p w14:paraId="76812C92" w14:textId="77777777" w:rsidR="00AD4308" w:rsidRDefault="00AD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2039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16F3B"/>
    <w:multiLevelType w:val="hybridMultilevel"/>
    <w:tmpl w:val="15FE0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420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E5A"/>
    <w:rsid w:val="00005628"/>
    <w:rsid w:val="00013C96"/>
    <w:rsid w:val="00023840"/>
    <w:rsid w:val="00033340"/>
    <w:rsid w:val="0006362A"/>
    <w:rsid w:val="00074CA1"/>
    <w:rsid w:val="0009296C"/>
    <w:rsid w:val="000D6FE5"/>
    <w:rsid w:val="000E35CE"/>
    <w:rsid w:val="000E6055"/>
    <w:rsid w:val="00124567"/>
    <w:rsid w:val="001510CB"/>
    <w:rsid w:val="00151C97"/>
    <w:rsid w:val="001549F9"/>
    <w:rsid w:val="0017272C"/>
    <w:rsid w:val="00176AB2"/>
    <w:rsid w:val="001B55E5"/>
    <w:rsid w:val="001B7A22"/>
    <w:rsid w:val="001E2CEC"/>
    <w:rsid w:val="001F059E"/>
    <w:rsid w:val="001F4429"/>
    <w:rsid w:val="00231D03"/>
    <w:rsid w:val="002354AD"/>
    <w:rsid w:val="00284440"/>
    <w:rsid w:val="00284B06"/>
    <w:rsid w:val="00296AC1"/>
    <w:rsid w:val="002A0C48"/>
    <w:rsid w:val="002D670F"/>
    <w:rsid w:val="002D6C78"/>
    <w:rsid w:val="002E63F2"/>
    <w:rsid w:val="002F01D2"/>
    <w:rsid w:val="002F4349"/>
    <w:rsid w:val="00302757"/>
    <w:rsid w:val="00326B35"/>
    <w:rsid w:val="00335C52"/>
    <w:rsid w:val="00383224"/>
    <w:rsid w:val="003B7BA3"/>
    <w:rsid w:val="003E0869"/>
    <w:rsid w:val="003E2AE1"/>
    <w:rsid w:val="003F0D4E"/>
    <w:rsid w:val="00425DD9"/>
    <w:rsid w:val="00490A40"/>
    <w:rsid w:val="00492F7C"/>
    <w:rsid w:val="004B4AD0"/>
    <w:rsid w:val="004C3094"/>
    <w:rsid w:val="004E0BC1"/>
    <w:rsid w:val="00504034"/>
    <w:rsid w:val="00514AD2"/>
    <w:rsid w:val="00516829"/>
    <w:rsid w:val="00541AEB"/>
    <w:rsid w:val="005E43A0"/>
    <w:rsid w:val="005F193C"/>
    <w:rsid w:val="006346A5"/>
    <w:rsid w:val="0065021B"/>
    <w:rsid w:val="0071325F"/>
    <w:rsid w:val="007310C0"/>
    <w:rsid w:val="007769A6"/>
    <w:rsid w:val="00792635"/>
    <w:rsid w:val="007D4639"/>
    <w:rsid w:val="007E14A2"/>
    <w:rsid w:val="00837F18"/>
    <w:rsid w:val="00860658"/>
    <w:rsid w:val="008621BD"/>
    <w:rsid w:val="00892F91"/>
    <w:rsid w:val="008A1E5A"/>
    <w:rsid w:val="008F50C0"/>
    <w:rsid w:val="00914EC2"/>
    <w:rsid w:val="00935FF2"/>
    <w:rsid w:val="00962244"/>
    <w:rsid w:val="00995234"/>
    <w:rsid w:val="009A0DE2"/>
    <w:rsid w:val="009B7E6B"/>
    <w:rsid w:val="009F2D04"/>
    <w:rsid w:val="009F4A30"/>
    <w:rsid w:val="00A43C8C"/>
    <w:rsid w:val="00A912E0"/>
    <w:rsid w:val="00A96A9A"/>
    <w:rsid w:val="00AB69DD"/>
    <w:rsid w:val="00AC275E"/>
    <w:rsid w:val="00AD4308"/>
    <w:rsid w:val="00B04A65"/>
    <w:rsid w:val="00B22693"/>
    <w:rsid w:val="00B23FA9"/>
    <w:rsid w:val="00B43BA8"/>
    <w:rsid w:val="00B70F29"/>
    <w:rsid w:val="00B7625B"/>
    <w:rsid w:val="00BA161A"/>
    <w:rsid w:val="00BA3F39"/>
    <w:rsid w:val="00BA4145"/>
    <w:rsid w:val="00BA41AB"/>
    <w:rsid w:val="00BD0DF5"/>
    <w:rsid w:val="00BF44FE"/>
    <w:rsid w:val="00C75AFF"/>
    <w:rsid w:val="00C84D38"/>
    <w:rsid w:val="00C94C1B"/>
    <w:rsid w:val="00CB0252"/>
    <w:rsid w:val="00CF6D3D"/>
    <w:rsid w:val="00D6071B"/>
    <w:rsid w:val="00D97785"/>
    <w:rsid w:val="00DC047B"/>
    <w:rsid w:val="00DC7CBB"/>
    <w:rsid w:val="00DD74AE"/>
    <w:rsid w:val="00DF478B"/>
    <w:rsid w:val="00EB242E"/>
    <w:rsid w:val="00EB41F9"/>
    <w:rsid w:val="00EE3E57"/>
    <w:rsid w:val="00EF0FC8"/>
    <w:rsid w:val="00F116F1"/>
    <w:rsid w:val="00F16F07"/>
    <w:rsid w:val="00F56EFC"/>
    <w:rsid w:val="00F73B72"/>
    <w:rsid w:val="00F85E7E"/>
    <w:rsid w:val="00F90539"/>
    <w:rsid w:val="00F96FD5"/>
    <w:rsid w:val="00FA5D6A"/>
    <w:rsid w:val="00FB5A52"/>
    <w:rsid w:val="00FD07BB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74B32C"/>
  <w15:chartTrackingRefBased/>
  <w15:docId w15:val="{2D63E178-F2FB-4AF3-A2C4-20147A7F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4D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84D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character" w:customStyle="1" w:styleId="Nagwek3Znak">
    <w:name w:val="Nagłówek 3 Znak"/>
    <w:link w:val="Nagwek3"/>
    <w:semiHidden/>
    <w:rsid w:val="00C84D3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C84D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514AD2"/>
  </w:style>
  <w:style w:type="character" w:customStyle="1" w:styleId="Bodytext21">
    <w:name w:val="Body text (21)_"/>
    <w:link w:val="Bodytext210"/>
    <w:rsid w:val="0071325F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paragraph" w:customStyle="1" w:styleId="Bodytext210">
    <w:name w:val="Body text (21)"/>
    <w:basedOn w:val="Normalny"/>
    <w:link w:val="Bodytext21"/>
    <w:rsid w:val="0071325F"/>
    <w:pPr>
      <w:widowControl w:val="0"/>
      <w:shd w:val="clear" w:color="auto" w:fill="FFFFFF"/>
      <w:spacing w:line="182" w:lineRule="exact"/>
      <w:ind w:hanging="320"/>
      <w:jc w:val="both"/>
    </w:pPr>
    <w:rPr>
      <w:rFonts w:ascii="Arial Narrow" w:eastAsia="Arial Narrow" w:hAnsi="Arial Narrow" w:cs="Arial Narrow"/>
      <w:sz w:val="14"/>
      <w:szCs w:val="14"/>
    </w:rPr>
  </w:style>
  <w:style w:type="table" w:styleId="Tabela-Siatka">
    <w:name w:val="Table Grid"/>
    <w:basedOn w:val="Standardowy"/>
    <w:uiPriority w:val="59"/>
    <w:rsid w:val="007132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F193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8621B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621BD"/>
  </w:style>
  <w:style w:type="paragraph" w:styleId="Tekstdymka">
    <w:name w:val="Balloon Text"/>
    <w:basedOn w:val="Normalny"/>
    <w:link w:val="TekstdymkaZnak"/>
    <w:rsid w:val="004E0B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E0BC1"/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rsid w:val="00005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</dc:creator>
  <cp:keywords/>
  <cp:lastModifiedBy>Gmina Paszowice</cp:lastModifiedBy>
  <cp:revision>3</cp:revision>
  <cp:lastPrinted>2022-03-24T13:39:00Z</cp:lastPrinted>
  <dcterms:created xsi:type="dcterms:W3CDTF">2026-01-14T13:24:00Z</dcterms:created>
  <dcterms:modified xsi:type="dcterms:W3CDTF">2026-01-14T13:25:00Z</dcterms:modified>
</cp:coreProperties>
</file>